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4AD" w:rsidRPr="00AC5943" w:rsidRDefault="004C14AD" w:rsidP="009F5436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  <w:bookmarkStart w:id="0" w:name="_GoBack"/>
      <w:bookmarkEnd w:id="0"/>
    </w:p>
    <w:p w:rsidR="009F5436" w:rsidRPr="00AC5943" w:rsidRDefault="009F5436" w:rsidP="004C14AD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</w:p>
    <w:p w:rsidR="0072736B" w:rsidRPr="00AC5943" w:rsidRDefault="0072736B" w:rsidP="004C14AD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</w:p>
    <w:p w:rsidR="00752764" w:rsidRPr="00AC5943" w:rsidRDefault="00752764" w:rsidP="004C14AD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</w:p>
    <w:p w:rsidR="00752764" w:rsidRPr="00AC5943" w:rsidRDefault="00752764" w:rsidP="004C14AD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</w:p>
    <w:p w:rsidR="00752764" w:rsidRPr="00AC5943" w:rsidRDefault="00752764" w:rsidP="004C14AD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</w:p>
    <w:p w:rsidR="00752764" w:rsidRPr="00AC5943" w:rsidRDefault="00752764" w:rsidP="004C14AD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</w:p>
    <w:p w:rsidR="00752764" w:rsidRPr="00AC5943" w:rsidRDefault="00752764" w:rsidP="004C14AD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</w:p>
    <w:p w:rsidR="00752764" w:rsidRPr="00AC5943" w:rsidRDefault="00752764" w:rsidP="004C14AD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</w:p>
    <w:p w:rsidR="00752764" w:rsidRPr="00AC5943" w:rsidRDefault="00752764" w:rsidP="004C14AD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</w:p>
    <w:p w:rsidR="00752764" w:rsidRPr="00AC5943" w:rsidRDefault="00752764" w:rsidP="004C14AD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</w:p>
    <w:p w:rsidR="00752764" w:rsidRDefault="00752764" w:rsidP="004C14AD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</w:p>
    <w:p w:rsidR="00AC5943" w:rsidRDefault="00AC5943" w:rsidP="004C14AD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</w:p>
    <w:p w:rsidR="00AC5943" w:rsidRDefault="00AC5943" w:rsidP="004C14AD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</w:p>
    <w:p w:rsidR="00AC5943" w:rsidRDefault="00AC5943" w:rsidP="004C14AD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</w:p>
    <w:p w:rsidR="00AC5943" w:rsidRDefault="00AC5943" w:rsidP="004C14AD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</w:p>
    <w:p w:rsidR="00AC5943" w:rsidRDefault="00AC5943" w:rsidP="004C14AD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</w:p>
    <w:p w:rsidR="00AC5943" w:rsidRDefault="00AC5943" w:rsidP="004C14AD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</w:p>
    <w:p w:rsidR="00AC5943" w:rsidRDefault="00AC5943" w:rsidP="004C14AD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</w:p>
    <w:p w:rsidR="00AC5943" w:rsidRDefault="00AC5943" w:rsidP="004C14AD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</w:p>
    <w:p w:rsidR="00AC5943" w:rsidRDefault="00AC5943" w:rsidP="004C14AD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</w:p>
    <w:p w:rsidR="00AC5943" w:rsidRDefault="00AC5943" w:rsidP="004C14AD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</w:p>
    <w:p w:rsidR="00AC5943" w:rsidRDefault="00AC5943" w:rsidP="004C14AD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</w:p>
    <w:p w:rsidR="00AC5943" w:rsidRDefault="00AC5943" w:rsidP="004C14AD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</w:p>
    <w:p w:rsidR="00AC5943" w:rsidRDefault="00AC5943" w:rsidP="004C14AD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</w:p>
    <w:p w:rsidR="00AC5943" w:rsidRDefault="00AC5943" w:rsidP="004C14AD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</w:p>
    <w:p w:rsidR="00AC5943" w:rsidRDefault="00AC5943" w:rsidP="004C14AD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</w:p>
    <w:p w:rsidR="00AC5943" w:rsidRDefault="00AC5943" w:rsidP="004C14AD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</w:p>
    <w:p w:rsidR="00AC5943" w:rsidRDefault="00AC5943" w:rsidP="004C14AD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</w:p>
    <w:p w:rsidR="00AC5943" w:rsidRPr="00AC5943" w:rsidRDefault="00AC5943" w:rsidP="004C14AD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</w:p>
    <w:p w:rsidR="0072736B" w:rsidRPr="00AC5943" w:rsidRDefault="0072736B" w:rsidP="004C14AD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</w:p>
    <w:p w:rsidR="0072736B" w:rsidRDefault="0072736B" w:rsidP="00752764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</w:p>
    <w:p w:rsidR="0000422F" w:rsidRPr="00AC5943" w:rsidRDefault="0000422F" w:rsidP="00752764">
      <w:pPr>
        <w:spacing w:after="0" w:line="240" w:lineRule="auto"/>
        <w:jc w:val="both"/>
        <w:rPr>
          <w:rFonts w:ascii="Calibri" w:hAnsi="Calibri" w:cs="Times New Roman"/>
          <w:sz w:val="24"/>
          <w:szCs w:val="24"/>
        </w:rPr>
      </w:pPr>
    </w:p>
    <w:p w:rsidR="00AC5943" w:rsidRPr="00AC5943" w:rsidRDefault="00AC5943" w:rsidP="00AC5943">
      <w:pPr>
        <w:rPr>
          <w:rFonts w:ascii="Calibri" w:hAnsi="Calibri"/>
          <w:sz w:val="24"/>
          <w:szCs w:val="24"/>
        </w:rPr>
      </w:pPr>
    </w:p>
    <w:p w:rsidR="00AC5943" w:rsidRPr="00AC5943" w:rsidRDefault="00AC5943" w:rsidP="00AC5943">
      <w:pPr>
        <w:rPr>
          <w:rFonts w:ascii="Calibri" w:hAnsi="Calibri"/>
          <w:sz w:val="24"/>
          <w:szCs w:val="24"/>
        </w:rPr>
      </w:pPr>
    </w:p>
    <w:p w:rsidR="00AC5943" w:rsidRPr="00AC5943" w:rsidRDefault="00AC5943" w:rsidP="00AC5943">
      <w:pPr>
        <w:rPr>
          <w:rFonts w:ascii="Calibri" w:hAnsi="Calibri"/>
          <w:sz w:val="24"/>
          <w:szCs w:val="24"/>
        </w:rPr>
      </w:pPr>
    </w:p>
    <w:p w:rsidR="00AC5943" w:rsidRPr="00AC5943" w:rsidRDefault="00AC5943" w:rsidP="00AC5943">
      <w:pPr>
        <w:rPr>
          <w:rFonts w:ascii="Calibri" w:hAnsi="Calibri"/>
          <w:sz w:val="24"/>
          <w:szCs w:val="24"/>
        </w:rPr>
      </w:pPr>
    </w:p>
    <w:p w:rsidR="00AC5943" w:rsidRPr="00AC5943" w:rsidRDefault="00AC5943" w:rsidP="00AC5943">
      <w:pPr>
        <w:rPr>
          <w:rFonts w:ascii="Calibri" w:hAnsi="Calibri"/>
          <w:sz w:val="24"/>
          <w:szCs w:val="24"/>
        </w:rPr>
      </w:pPr>
    </w:p>
    <w:p w:rsidR="00AC5943" w:rsidRPr="00AC5943" w:rsidRDefault="00AC5943" w:rsidP="00AC5943">
      <w:pPr>
        <w:rPr>
          <w:rFonts w:ascii="Calibri" w:hAnsi="Calibri"/>
          <w:sz w:val="24"/>
          <w:szCs w:val="24"/>
        </w:rPr>
      </w:pPr>
    </w:p>
    <w:p w:rsidR="00AC5943" w:rsidRPr="00AC5943" w:rsidRDefault="00AC5943" w:rsidP="00AC5943">
      <w:pPr>
        <w:rPr>
          <w:rFonts w:ascii="Calibri" w:hAnsi="Calibri"/>
          <w:sz w:val="24"/>
          <w:szCs w:val="24"/>
        </w:rPr>
      </w:pPr>
    </w:p>
    <w:p w:rsidR="00AC5943" w:rsidRPr="00AC5943" w:rsidRDefault="00AC5943" w:rsidP="00AC5943">
      <w:pPr>
        <w:rPr>
          <w:rFonts w:ascii="Calibri" w:hAnsi="Calibri"/>
          <w:sz w:val="24"/>
          <w:szCs w:val="24"/>
        </w:rPr>
      </w:pPr>
    </w:p>
    <w:p w:rsidR="00AC5943" w:rsidRPr="00AC5943" w:rsidRDefault="00AC5943" w:rsidP="00AC5943">
      <w:pPr>
        <w:rPr>
          <w:rFonts w:ascii="Calibri" w:hAnsi="Calibri"/>
          <w:sz w:val="24"/>
          <w:szCs w:val="24"/>
        </w:rPr>
      </w:pPr>
    </w:p>
    <w:p w:rsidR="00AC5943" w:rsidRPr="00AC5943" w:rsidRDefault="00AC5943" w:rsidP="00AC5943">
      <w:pPr>
        <w:rPr>
          <w:rFonts w:ascii="Calibri" w:hAnsi="Calibri"/>
          <w:sz w:val="24"/>
          <w:szCs w:val="24"/>
        </w:rPr>
      </w:pPr>
    </w:p>
    <w:p w:rsidR="00AC5943" w:rsidRDefault="00AC5943" w:rsidP="00AC5943">
      <w:pPr>
        <w:rPr>
          <w:rFonts w:ascii="Calibri" w:hAnsi="Calibri"/>
          <w:sz w:val="24"/>
          <w:szCs w:val="24"/>
        </w:rPr>
      </w:pPr>
    </w:p>
    <w:p w:rsidR="00AC5943" w:rsidRPr="00AC5943" w:rsidRDefault="00AC5943" w:rsidP="00AC5943">
      <w:pPr>
        <w:tabs>
          <w:tab w:val="left" w:pos="5685"/>
        </w:tabs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</w:r>
    </w:p>
    <w:sectPr w:rsidR="00AC5943" w:rsidRPr="00AC5943" w:rsidSect="0000422F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446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7334" w:rsidRDefault="00D47334" w:rsidP="001A700B">
      <w:pPr>
        <w:spacing w:after="0" w:line="240" w:lineRule="auto"/>
      </w:pPr>
      <w:r>
        <w:separator/>
      </w:r>
    </w:p>
  </w:endnote>
  <w:endnote w:type="continuationSeparator" w:id="0">
    <w:p w:rsidR="00D47334" w:rsidRDefault="00D47334" w:rsidP="001A70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943" w:rsidRDefault="00AC5943" w:rsidP="0000422F">
    <w:pPr>
      <w:pStyle w:val="Header"/>
      <w:jc w:val="center"/>
      <w:rPr>
        <w:rFonts w:ascii="Calibri" w:hAnsi="Calibri"/>
        <w:sz w:val="20"/>
        <w:szCs w:val="20"/>
      </w:rPr>
    </w:pPr>
  </w:p>
  <w:p w:rsidR="0072736B" w:rsidRPr="0072736B" w:rsidRDefault="00AC5943" w:rsidP="00AC5943">
    <w:pPr>
      <w:pStyle w:val="Header"/>
      <w:tabs>
        <w:tab w:val="clear" w:pos="9360"/>
        <w:tab w:val="center" w:pos="4185"/>
      </w:tabs>
      <w:ind w:left="-990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tab/>
    </w:r>
    <w:r w:rsidR="0072736B" w:rsidRPr="0072736B">
      <w:rPr>
        <w:rFonts w:ascii="Calibri" w:hAnsi="Calibri"/>
        <w:sz w:val="20"/>
        <w:szCs w:val="20"/>
      </w:rPr>
      <w:t xml:space="preserve">Page </w:t>
    </w:r>
    <w:r w:rsidR="0072736B" w:rsidRPr="0072736B">
      <w:rPr>
        <w:rFonts w:ascii="Calibri" w:hAnsi="Calibri"/>
        <w:b/>
        <w:bCs/>
        <w:sz w:val="20"/>
        <w:szCs w:val="20"/>
      </w:rPr>
      <w:fldChar w:fldCharType="begin"/>
    </w:r>
    <w:r w:rsidR="0072736B" w:rsidRPr="0072736B">
      <w:rPr>
        <w:rFonts w:ascii="Calibri" w:hAnsi="Calibri"/>
        <w:b/>
        <w:bCs/>
        <w:sz w:val="20"/>
        <w:szCs w:val="20"/>
      </w:rPr>
      <w:instrText xml:space="preserve"> PAGE  \* Arabic  \* MERGEFORMAT </w:instrText>
    </w:r>
    <w:r w:rsidR="0072736B" w:rsidRPr="0072736B">
      <w:rPr>
        <w:rFonts w:ascii="Calibri" w:hAnsi="Calibri"/>
        <w:b/>
        <w:bCs/>
        <w:sz w:val="20"/>
        <w:szCs w:val="20"/>
      </w:rPr>
      <w:fldChar w:fldCharType="separate"/>
    </w:r>
    <w:r w:rsidR="00B47013">
      <w:rPr>
        <w:rFonts w:ascii="Calibri" w:hAnsi="Calibri"/>
        <w:b/>
        <w:bCs/>
        <w:noProof/>
        <w:sz w:val="20"/>
        <w:szCs w:val="20"/>
      </w:rPr>
      <w:t>2</w:t>
    </w:r>
    <w:r w:rsidR="0072736B" w:rsidRPr="0072736B">
      <w:rPr>
        <w:rFonts w:ascii="Calibri" w:hAnsi="Calibri"/>
        <w:b/>
        <w:bCs/>
        <w:sz w:val="20"/>
        <w:szCs w:val="20"/>
      </w:rPr>
      <w:fldChar w:fldCharType="end"/>
    </w:r>
    <w:r w:rsidR="0072736B" w:rsidRPr="0072736B">
      <w:rPr>
        <w:rFonts w:ascii="Calibri" w:hAnsi="Calibri"/>
        <w:sz w:val="20"/>
        <w:szCs w:val="20"/>
      </w:rPr>
      <w:t xml:space="preserve"> of </w:t>
    </w:r>
    <w:r w:rsidR="0072736B" w:rsidRPr="0072736B">
      <w:rPr>
        <w:rFonts w:ascii="Calibri" w:hAnsi="Calibri"/>
        <w:b/>
        <w:bCs/>
        <w:sz w:val="20"/>
        <w:szCs w:val="20"/>
      </w:rPr>
      <w:fldChar w:fldCharType="begin"/>
    </w:r>
    <w:r w:rsidR="0072736B" w:rsidRPr="0072736B">
      <w:rPr>
        <w:rFonts w:ascii="Calibri" w:hAnsi="Calibri"/>
        <w:b/>
        <w:bCs/>
        <w:sz w:val="20"/>
        <w:szCs w:val="20"/>
      </w:rPr>
      <w:instrText xml:space="preserve"> NUMPAGES  \* Arabic  \* MERGEFORMAT </w:instrText>
    </w:r>
    <w:r w:rsidR="0072736B" w:rsidRPr="0072736B">
      <w:rPr>
        <w:rFonts w:ascii="Calibri" w:hAnsi="Calibri"/>
        <w:b/>
        <w:bCs/>
        <w:sz w:val="20"/>
        <w:szCs w:val="20"/>
      </w:rPr>
      <w:fldChar w:fldCharType="separate"/>
    </w:r>
    <w:r w:rsidR="00B47013">
      <w:rPr>
        <w:rFonts w:ascii="Calibri" w:hAnsi="Calibri"/>
        <w:b/>
        <w:bCs/>
        <w:noProof/>
        <w:sz w:val="20"/>
        <w:szCs w:val="20"/>
      </w:rPr>
      <w:t>2</w:t>
    </w:r>
    <w:r w:rsidR="0072736B" w:rsidRPr="0072736B">
      <w:rPr>
        <w:rFonts w:ascii="Calibri" w:hAnsi="Calibri"/>
        <w:b/>
        <w:bCs/>
        <w:sz w:val="20"/>
        <w:szCs w:val="20"/>
      </w:rPr>
      <w:fldChar w:fldCharType="end"/>
    </w:r>
    <w:r>
      <w:rPr>
        <w:rFonts w:ascii="Calibri" w:hAnsi="Calibri"/>
        <w:b/>
        <w:bCs/>
        <w:sz w:val="20"/>
        <w:szCs w:val="20"/>
      </w:rPr>
      <w:tab/>
    </w:r>
    <w:r>
      <w:rPr>
        <w:rFonts w:ascii="Calibri" w:hAnsi="Calibri"/>
        <w:b/>
        <w:bCs/>
        <w:sz w:val="20"/>
        <w:szCs w:val="20"/>
      </w:rPr>
      <w:tab/>
    </w:r>
  </w:p>
  <w:p w:rsidR="008F45A3" w:rsidRDefault="008F45A3" w:rsidP="00AC5943">
    <w:pPr>
      <w:pStyle w:val="Footer"/>
      <w:ind w:left="-1440" w:right="-576"/>
      <w:jc w:val="center"/>
    </w:pPr>
  </w:p>
  <w:p w:rsidR="008F45A3" w:rsidRDefault="008F45A3" w:rsidP="008F45A3">
    <w:pPr>
      <w:pStyle w:val="Footer"/>
      <w:ind w:left="-1440" w:right="-57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943" w:rsidRPr="00302808" w:rsidRDefault="00AC5943" w:rsidP="0000422F">
    <w:pPr>
      <w:pStyle w:val="Footer"/>
      <w:jc w:val="right"/>
    </w:pPr>
    <w:r>
      <w:rPr>
        <w:noProof/>
      </w:rPr>
      <w:drawing>
        <wp:inline distT="0" distB="0" distL="0" distR="0">
          <wp:extent cx="5943600" cy="475488"/>
          <wp:effectExtent l="0" t="0" r="0" b="127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LMI Letterhead Footer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4754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7334" w:rsidRDefault="00D47334" w:rsidP="001A700B">
      <w:pPr>
        <w:spacing w:after="0" w:line="240" w:lineRule="auto"/>
      </w:pPr>
      <w:r>
        <w:separator/>
      </w:r>
    </w:p>
  </w:footnote>
  <w:footnote w:type="continuationSeparator" w:id="0">
    <w:p w:rsidR="00D47334" w:rsidRDefault="00D47334" w:rsidP="001A70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59EE" w:rsidRDefault="009359EE" w:rsidP="0046700C">
    <w:pPr>
      <w:pStyle w:val="Header"/>
      <w:tabs>
        <w:tab w:val="center" w:pos="4185"/>
      </w:tabs>
      <w:rPr>
        <w:rFonts w:ascii="Calibri" w:hAnsi="Calibri"/>
        <w:sz w:val="20"/>
        <w:szCs w:val="20"/>
      </w:rPr>
    </w:pPr>
  </w:p>
  <w:sdt>
    <w:sdtPr>
      <w:rPr>
        <w:rFonts w:ascii="Calibri" w:hAnsi="Calibri" w:cs="Arial"/>
        <w:sz w:val="20"/>
        <w:szCs w:val="20"/>
      </w:rPr>
      <w:alias w:val="Subject"/>
      <w:tag w:val=""/>
      <w:id w:val="1180691351"/>
      <w:placeholder/>
      <w:showingPlcHdr/>
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<w:text/>
    </w:sdtPr>
    <w:sdtEndPr/>
    <w:sdtContent>
      <w:p w:rsidR="00544CF4" w:rsidRPr="0072736B" w:rsidRDefault="00882391" w:rsidP="0046700C">
        <w:pPr>
          <w:pStyle w:val="Header"/>
          <w:ind w:left="-990" w:right="324"/>
          <w:rPr>
            <w:rFonts w:ascii="Calibri" w:hAnsi="Calibri" w:cs="Arial"/>
            <w:sz w:val="20"/>
            <w:szCs w:val="20"/>
          </w:rPr>
        </w:pPr>
        <w:r w:rsidRPr="00882391">
          <w:rPr>
            <w:rStyle w:val="PlaceholderText"/>
            <w:rFonts w:ascii="Calibri" w:hAnsi="Calibri"/>
            <w:sz w:val="20"/>
            <w:szCs w:val="20"/>
          </w:rPr>
          <w:t>[Subject]</w:t>
        </w:r>
      </w:p>
    </w:sdtContent>
  </w:sdt>
  <w:p w:rsidR="009A7B29" w:rsidRPr="0072736B" w:rsidRDefault="0000422F" w:rsidP="0046700C">
    <w:pPr>
      <w:pStyle w:val="Header"/>
      <w:ind w:left="-990"/>
      <w:rPr>
        <w:rFonts w:ascii="Calibri" w:hAnsi="Calibri" w:cs="Arial"/>
        <w:sz w:val="20"/>
        <w:szCs w:val="20"/>
      </w:rPr>
    </w:pPr>
    <w:r>
      <w:rPr>
        <w:rFonts w:ascii="Calibri" w:hAnsi="Calibri" w:cs="Arial"/>
        <w:sz w:val="20"/>
        <w:szCs w:val="20"/>
      </w:rPr>
      <w:fldChar w:fldCharType="begin"/>
    </w:r>
    <w:r>
      <w:rPr>
        <w:rFonts w:ascii="Calibri" w:hAnsi="Calibri" w:cs="Arial"/>
        <w:sz w:val="20"/>
        <w:szCs w:val="20"/>
      </w:rPr>
      <w:instrText xml:space="preserve"> DATE \@ "MMMM d, yyyy" </w:instrText>
    </w:r>
    <w:r>
      <w:rPr>
        <w:rFonts w:ascii="Calibri" w:hAnsi="Calibri" w:cs="Arial"/>
        <w:sz w:val="20"/>
        <w:szCs w:val="20"/>
      </w:rPr>
      <w:fldChar w:fldCharType="separate"/>
    </w:r>
    <w:r w:rsidR="00B47013">
      <w:rPr>
        <w:rFonts w:ascii="Calibri" w:hAnsi="Calibri" w:cs="Arial"/>
        <w:noProof/>
        <w:sz w:val="20"/>
        <w:szCs w:val="20"/>
      </w:rPr>
      <w:t>December 9, 2017</w:t>
    </w:r>
    <w:r>
      <w:rPr>
        <w:rFonts w:ascii="Calibri" w:hAnsi="Calibri" w:cs="Arial"/>
        <w:sz w:val="20"/>
        <w:szCs w:val="20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700C" w:rsidRDefault="0046700C" w:rsidP="0046700C">
    <w:pPr>
      <w:pStyle w:val="Header"/>
      <w:ind w:left="-990"/>
      <w:rPr>
        <w:rFonts w:ascii="Calibri" w:hAnsi="Calibri" w:cs="Arial"/>
        <w:sz w:val="20"/>
        <w:szCs w:val="20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-409584</wp:posOffset>
          </wp:positionH>
          <wp:positionV relativeFrom="paragraph">
            <wp:posOffset>2597</wp:posOffset>
          </wp:positionV>
          <wp:extent cx="6707505" cy="840740"/>
          <wp:effectExtent l="0" t="0" r="0" b="0"/>
          <wp:wrapTight wrapText="bothSides">
            <wp:wrapPolygon edited="0">
              <wp:start x="0" y="489"/>
              <wp:lineTo x="0" y="2937"/>
              <wp:lineTo x="675" y="9299"/>
              <wp:lineTo x="245" y="12236"/>
              <wp:lineTo x="184" y="20556"/>
              <wp:lineTo x="5951" y="20556"/>
              <wp:lineTo x="21533" y="19577"/>
              <wp:lineTo x="21533" y="489"/>
              <wp:lineTo x="0" y="489"/>
            </wp:wrapPolygon>
          </wp:wrapTight>
          <wp:docPr id="8" name="Picture 8">
            <a:hlinkClick xmlns:a="http://schemas.openxmlformats.org/drawingml/2006/main" r:id="rId1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LMI Letterhead4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07505" cy="8407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:rsidR="0046700C" w:rsidRPr="0072736B" w:rsidRDefault="0046700C" w:rsidP="0046700C">
    <w:pPr>
      <w:pStyle w:val="Header"/>
      <w:ind w:left="-990"/>
      <w:jc w:val="center"/>
      <w:rPr>
        <w:rFonts w:ascii="Calibri" w:hAnsi="Calibri" w:cs="Arial"/>
        <w:sz w:val="20"/>
        <w:szCs w:val="20"/>
      </w:rPr>
    </w:pPr>
    <w:r>
      <w:rPr>
        <w:rFonts w:ascii="Calibri" w:hAnsi="Calibri" w:cs="Arial"/>
        <w:sz w:val="20"/>
        <w:szCs w:val="20"/>
      </w:rPr>
      <w:fldChar w:fldCharType="begin"/>
    </w:r>
    <w:r>
      <w:rPr>
        <w:rFonts w:ascii="Calibri" w:hAnsi="Calibri" w:cs="Arial"/>
        <w:sz w:val="20"/>
        <w:szCs w:val="20"/>
      </w:rPr>
      <w:instrText xml:space="preserve"> DATE \@ "MMMM d, yyyy" </w:instrText>
    </w:r>
    <w:r>
      <w:rPr>
        <w:rFonts w:ascii="Calibri" w:hAnsi="Calibri" w:cs="Arial"/>
        <w:sz w:val="20"/>
        <w:szCs w:val="20"/>
      </w:rPr>
      <w:fldChar w:fldCharType="separate"/>
    </w:r>
    <w:r w:rsidR="00B47013">
      <w:rPr>
        <w:rFonts w:ascii="Calibri" w:hAnsi="Calibri" w:cs="Arial"/>
        <w:noProof/>
        <w:sz w:val="20"/>
        <w:szCs w:val="20"/>
      </w:rPr>
      <w:t>December 9, 2017</w:t>
    </w:r>
    <w:r>
      <w:rPr>
        <w:rFonts w:ascii="Calibri" w:hAnsi="Calibri" w:cs="Arial"/>
        <w:sz w:val="20"/>
        <w:szCs w:val="20"/>
      </w:rPr>
      <w:fldChar w:fldCharType="end"/>
    </w:r>
  </w:p>
  <w:p w:rsidR="00AC5943" w:rsidRDefault="00AC5943" w:rsidP="00AC5943">
    <w:pPr>
      <w:pStyle w:val="Header"/>
      <w:tabs>
        <w:tab w:val="clear" w:pos="9360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D83847"/>
    <w:multiLevelType w:val="hybridMultilevel"/>
    <w:tmpl w:val="71C890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013"/>
    <w:rsid w:val="0000422F"/>
    <w:rsid w:val="001A700B"/>
    <w:rsid w:val="00216D66"/>
    <w:rsid w:val="00302808"/>
    <w:rsid w:val="003327BA"/>
    <w:rsid w:val="003E61DC"/>
    <w:rsid w:val="0041225E"/>
    <w:rsid w:val="0046700C"/>
    <w:rsid w:val="004C14AD"/>
    <w:rsid w:val="00544CF4"/>
    <w:rsid w:val="005A59CB"/>
    <w:rsid w:val="00724939"/>
    <w:rsid w:val="0072736B"/>
    <w:rsid w:val="00752764"/>
    <w:rsid w:val="008303FA"/>
    <w:rsid w:val="00882391"/>
    <w:rsid w:val="008F45A3"/>
    <w:rsid w:val="009359EE"/>
    <w:rsid w:val="009A7B29"/>
    <w:rsid w:val="009F5436"/>
    <w:rsid w:val="00AC5943"/>
    <w:rsid w:val="00AE6877"/>
    <w:rsid w:val="00B12ACD"/>
    <w:rsid w:val="00B47013"/>
    <w:rsid w:val="00D47334"/>
    <w:rsid w:val="00DB5D5F"/>
    <w:rsid w:val="00F6375F"/>
    <w:rsid w:val="00F66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CE2145ED-615C-44E0-A62F-A2172DFA1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44CF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A70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700B"/>
  </w:style>
  <w:style w:type="paragraph" w:styleId="Footer">
    <w:name w:val="footer"/>
    <w:basedOn w:val="Normal"/>
    <w:link w:val="FooterChar"/>
    <w:uiPriority w:val="99"/>
    <w:unhideWhenUsed/>
    <w:rsid w:val="001A700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700B"/>
  </w:style>
  <w:style w:type="character" w:styleId="Hyperlink">
    <w:name w:val="Hyperlink"/>
    <w:basedOn w:val="DefaultParagraphFont"/>
    <w:uiPriority w:val="99"/>
    <w:unhideWhenUsed/>
    <w:rsid w:val="009359EE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544CF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544CF4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724939"/>
    <w:rPr>
      <w:color w:val="808080"/>
    </w:rPr>
  </w:style>
  <w:style w:type="paragraph" w:styleId="ListParagraph">
    <w:name w:val="List Paragraph"/>
    <w:basedOn w:val="Normal"/>
    <w:uiPriority w:val="34"/>
    <w:qFormat/>
    <w:rsid w:val="009F54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hyperlink" Target="http://bit.ly/LightingMaintenanc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orkstation\Documents\Custom%20Office%20Templates\LMI%20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1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2819BB21-C2A0-41FE-918E-E822930C9EE6}">
  <we:reference id="wa102920437" version="1.3.1.0" store="en-US" storeType="OMEX"/>
  <we:alternateReferences/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DE78D2E-5A8B-42BE-9228-D3F319278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LMI Letterhead.dotx</Template>
  <TotalTime>0</TotalTime>
  <Pages>2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Yoder</dc:creator>
  <cp:keywords>[Recipient’s Name]</cp:keywords>
  <dc:description/>
  <cp:lastModifiedBy>Mike Yoder</cp:lastModifiedBy>
  <cp:revision>1</cp:revision>
  <dcterms:created xsi:type="dcterms:W3CDTF">2017-12-09T23:46:00Z</dcterms:created>
  <dcterms:modified xsi:type="dcterms:W3CDTF">2017-12-09T23:46:00Z</dcterms:modified>
</cp:coreProperties>
</file>